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9D75B" w14:textId="7777777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D8678B" w:rsidRPr="008E50C5">
        <w:rPr>
          <w:rFonts w:ascii="Corbel" w:hAnsi="Corbel"/>
          <w:bCs/>
          <w:i/>
        </w:rPr>
        <w:t xml:space="preserve">Załącznik nr </w:t>
      </w:r>
      <w:r w:rsidR="006F31E2" w:rsidRPr="008E50C5">
        <w:rPr>
          <w:rFonts w:ascii="Corbel" w:hAnsi="Corbel"/>
          <w:bCs/>
          <w:i/>
        </w:rPr>
        <w:t>1.5</w:t>
      </w:r>
      <w:r w:rsidR="00D8678B" w:rsidRPr="008E50C5">
        <w:rPr>
          <w:rFonts w:ascii="Corbel" w:hAnsi="Corbel"/>
          <w:bCs/>
          <w:i/>
        </w:rPr>
        <w:t xml:space="preserve"> do Zarządzenia</w:t>
      </w:r>
      <w:r w:rsidR="002A22BF" w:rsidRPr="008E50C5">
        <w:rPr>
          <w:rFonts w:ascii="Corbel" w:hAnsi="Corbel"/>
          <w:bCs/>
          <w:i/>
        </w:rPr>
        <w:t xml:space="preserve"> Rektora UR </w:t>
      </w:r>
      <w:r w:rsidRPr="008E50C5">
        <w:rPr>
          <w:rFonts w:ascii="Corbel" w:hAnsi="Corbel"/>
          <w:bCs/>
          <w:i/>
        </w:rPr>
        <w:t xml:space="preserve"> nr </w:t>
      </w:r>
      <w:r w:rsidR="00F17567" w:rsidRPr="008E50C5">
        <w:rPr>
          <w:rFonts w:ascii="Corbel" w:hAnsi="Corbel"/>
          <w:bCs/>
          <w:i/>
        </w:rPr>
        <w:t>12/2019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4D96F2E0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202</w:t>
      </w:r>
      <w:r w:rsidR="00B0441B">
        <w:rPr>
          <w:rFonts w:ascii="Corbel" w:hAnsi="Corbel"/>
          <w:i/>
          <w:smallCaps/>
          <w:sz w:val="24"/>
          <w:szCs w:val="24"/>
        </w:rPr>
        <w:t>2</w:t>
      </w:r>
      <w:r w:rsidR="00DC6D0C" w:rsidRPr="008E50C5">
        <w:rPr>
          <w:rFonts w:ascii="Corbel" w:hAnsi="Corbel"/>
          <w:i/>
          <w:smallCaps/>
          <w:sz w:val="24"/>
          <w:szCs w:val="24"/>
        </w:rPr>
        <w:t>-202</w:t>
      </w:r>
      <w:r w:rsidR="00B0441B">
        <w:rPr>
          <w:rFonts w:ascii="Corbel" w:hAnsi="Corbel"/>
          <w:i/>
          <w:smallCaps/>
          <w:sz w:val="24"/>
          <w:szCs w:val="24"/>
        </w:rPr>
        <w:t>5</w:t>
      </w:r>
    </w:p>
    <w:p w14:paraId="5F90DCD2" w14:textId="3A1AED12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FF4122">
        <w:rPr>
          <w:rFonts w:ascii="Corbel" w:hAnsi="Corbel"/>
          <w:sz w:val="20"/>
          <w:szCs w:val="20"/>
        </w:rPr>
        <w:t>3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FF4122">
        <w:rPr>
          <w:rFonts w:ascii="Corbel" w:hAnsi="Corbel"/>
          <w:sz w:val="20"/>
          <w:szCs w:val="20"/>
        </w:rPr>
        <w:t>4</w:t>
      </w:r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E50C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6E272A7A" w:rsidR="0082472E" w:rsidRPr="008E50C5" w:rsidRDefault="00B0441B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Wykł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Konw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Sem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Prakt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6EB84B59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53219431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4D7D520E" w:rsidR="0082472E" w:rsidRPr="008E50C5" w:rsidRDefault="00B0441B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30DE9444" w:rsidR="0082472E" w:rsidRPr="008E50C5" w:rsidRDefault="00B0441B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2472E" w:rsidRPr="008E50C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lastRenderedPageBreak/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>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50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1C577E" w14:textId="2D4647CB" w:rsidR="008E50C5" w:rsidRPr="008E50C5" w:rsidRDefault="00B0441B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E50C5" w:rsidRPr="008E50C5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6AF90394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0441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0441B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40464D3A" w:rsidR="008E50C5" w:rsidRPr="008E50C5" w:rsidRDefault="00B0441B" w:rsidP="008E50C5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Cs w:val="24"/>
              </w:rPr>
              <w:t>k</w:t>
            </w:r>
            <w:r w:rsidR="008E50C5" w:rsidRPr="008E50C5">
              <w:rPr>
                <w:rFonts w:ascii="Corbel" w:hAnsi="Corbel"/>
                <w:bCs/>
                <w:szCs w:val="24"/>
              </w:rPr>
              <w:t>olokwium</w:t>
            </w:r>
            <w:r>
              <w:rPr>
                <w:rFonts w:ascii="Corbel" w:hAnsi="Corbel"/>
                <w:bCs/>
                <w:szCs w:val="24"/>
              </w:rPr>
              <w:t>,</w:t>
            </w:r>
            <w:r w:rsidRPr="00B0441B">
              <w:rPr>
                <w:rFonts w:ascii="Corbel" w:hAnsi="Corbel"/>
                <w:sz w:val="24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5005985" w:rsidR="008E50C5" w:rsidRPr="008E50C5" w:rsidRDefault="00B0441B" w:rsidP="0A0FF70E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="5B0E7453"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</w:t>
            </w:r>
            <w:proofErr w:type="spellStart"/>
            <w:r w:rsidR="008E50C5" w:rsidRPr="0A0FF70E">
              <w:rPr>
                <w:rFonts w:ascii="Corbel" w:hAnsi="Corbel"/>
                <w:b w:val="0"/>
                <w:smallCaps w:val="0"/>
              </w:rPr>
              <w:t>Teams</w:t>
            </w:r>
            <w:proofErr w:type="spellEnd"/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17360E19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0FC782CB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29774911" w14:textId="73F15194" w:rsidR="0085747A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6749D5EE" w14:textId="4AEA3D14" w:rsidR="00B0441B" w:rsidRPr="008E50C5" w:rsidRDefault="00B0441B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pisemny.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E9C4C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1CB48797" w:rsidR="008E50C5" w:rsidRPr="008E50C5" w:rsidRDefault="008E50C5" w:rsidP="00B044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B0441B">
              <w:rPr>
                <w:rFonts w:ascii="Corbel" w:hAnsi="Corbel"/>
                <w:sz w:val="24"/>
                <w:szCs w:val="24"/>
              </w:rPr>
              <w:t>egzaminie</w:t>
            </w:r>
            <w:r w:rsidRPr="008E50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50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50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 xml:space="preserve">(przygotowanie do zajęć i </w:t>
            </w:r>
            <w:bookmarkStart w:id="1" w:name="_GoBack"/>
            <w:bookmarkEnd w:id="1"/>
            <w:r w:rsidRPr="008E50C5">
              <w:rPr>
                <w:rFonts w:ascii="Corbel" w:hAnsi="Corbel"/>
                <w:sz w:val="24"/>
                <w:szCs w:val="24"/>
              </w:rPr>
              <w:t>kolokwium).</w:t>
            </w:r>
          </w:p>
        </w:tc>
        <w:tc>
          <w:tcPr>
            <w:tcW w:w="4618" w:type="dxa"/>
          </w:tcPr>
          <w:p w14:paraId="3919709D" w14:textId="32E969E5" w:rsidR="008E50C5" w:rsidRPr="008E50C5" w:rsidRDefault="00B0441B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4BAB7EC8" w:rsidR="008E50C5" w:rsidRPr="008E50C5" w:rsidRDefault="00B0441B" w:rsidP="00B04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8E50C5" w:rsidRPr="008E50C5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5ACE4598" w:rsidR="008E50C5" w:rsidRPr="008E50C5" w:rsidRDefault="00B0441B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</w:t>
            </w:r>
            <w:proofErr w:type="spellStart"/>
            <w:r w:rsidRPr="0A0FF70E">
              <w:rPr>
                <w:rFonts w:ascii="Corbel" w:hAnsi="Corbel"/>
                <w:sz w:val="24"/>
                <w:szCs w:val="24"/>
              </w:rPr>
              <w:t>Pierścieniak</w:t>
            </w:r>
            <w:proofErr w:type="spellEnd"/>
            <w:r w:rsidRPr="0A0FF70E">
              <w:rPr>
                <w:rFonts w:ascii="Corbel" w:hAnsi="Corbel"/>
                <w:sz w:val="24"/>
                <w:szCs w:val="24"/>
              </w:rPr>
              <w:t xml:space="preserve">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0370B" w14:textId="77777777" w:rsidR="002E4B78" w:rsidRDefault="002E4B78" w:rsidP="00C16ABF">
      <w:pPr>
        <w:spacing w:after="0" w:line="240" w:lineRule="auto"/>
      </w:pPr>
      <w:r>
        <w:separator/>
      </w:r>
    </w:p>
  </w:endnote>
  <w:endnote w:type="continuationSeparator" w:id="0">
    <w:p w14:paraId="4FC8B6E9" w14:textId="77777777" w:rsidR="002E4B78" w:rsidRDefault="002E4B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3E52C" w14:textId="77777777" w:rsidR="002E4B78" w:rsidRDefault="002E4B78" w:rsidP="00C16ABF">
      <w:pPr>
        <w:spacing w:after="0" w:line="240" w:lineRule="auto"/>
      </w:pPr>
      <w:r>
        <w:separator/>
      </w:r>
    </w:p>
  </w:footnote>
  <w:footnote w:type="continuationSeparator" w:id="0">
    <w:p w14:paraId="250F9A4B" w14:textId="77777777" w:rsidR="002E4B78" w:rsidRDefault="002E4B78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B78"/>
    <w:rsid w:val="002F02A3"/>
    <w:rsid w:val="002F4ABE"/>
    <w:rsid w:val="002F636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41B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122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33B9B4-3A4F-4019-9FF7-652B1F80A512}"/>
</file>

<file path=customXml/itemProps3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17BEB-5B32-4A6F-9F04-07E45A1E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887</Words>
  <Characters>5325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2019-02-06T12:12:00Z</cp:lastPrinted>
  <dcterms:created xsi:type="dcterms:W3CDTF">2020-10-25T21:59:00Z</dcterms:created>
  <dcterms:modified xsi:type="dcterms:W3CDTF">2022-05-29T19:20:00Z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